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86B93" w14:textId="29AED442" w:rsidR="00201AC2" w:rsidRPr="001A40E2" w:rsidRDefault="00CD6CE3" w:rsidP="00201AC2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Comparing models</w:t>
      </w:r>
    </w:p>
    <w:p w14:paraId="6C439647" w14:textId="14931D1A" w:rsidR="00201AC2" w:rsidRDefault="00201AC2" w:rsidP="00201AC2">
      <w:pPr>
        <w:spacing w:after="180"/>
      </w:pPr>
    </w:p>
    <w:p w14:paraId="5197F74F" w14:textId="5AC3E02A" w:rsidR="003E48D6" w:rsidRDefault="00B10899" w:rsidP="003E48D6">
      <w:pPr>
        <w:spacing w:after="180"/>
      </w:pPr>
      <w:r>
        <w:t>A helium atom may be represented using the particle model and the atomic model.</w:t>
      </w:r>
    </w:p>
    <w:p w14:paraId="6401DB48" w14:textId="61449201" w:rsidR="003E48D6" w:rsidRPr="00B10899" w:rsidRDefault="00B10899" w:rsidP="00B10899">
      <w:pPr>
        <w:spacing w:after="180"/>
        <w:ind w:left="1440" w:hanging="1440"/>
      </w:pPr>
      <w:r w:rsidRPr="00B10899">
        <w:rPr>
          <w:b/>
          <w:bCs/>
          <w:noProof/>
          <w:szCs w:val="18"/>
        </w:rPr>
        <w:t xml:space="preserve">          Particle model</w:t>
      </w:r>
      <w:r w:rsidR="00992ADA" w:rsidRPr="00B10899">
        <w:rPr>
          <w:b/>
          <w:bCs/>
        </w:rPr>
        <w:tab/>
      </w:r>
      <w:r w:rsidR="00992ADA">
        <w:tab/>
      </w:r>
      <w:r>
        <w:tab/>
      </w:r>
      <w:r>
        <w:tab/>
      </w:r>
      <w:r>
        <w:tab/>
      </w:r>
      <w:r>
        <w:tab/>
      </w:r>
      <w:r>
        <w:tab/>
      </w:r>
      <w:r w:rsidRPr="00B10899">
        <w:rPr>
          <w:b/>
          <w:bCs/>
          <w:szCs w:val="18"/>
        </w:rPr>
        <w:t>Atomic model</w:t>
      </w:r>
      <w:r w:rsidR="00992ADA">
        <w:rPr>
          <w:szCs w:val="18"/>
        </w:rPr>
        <w:t xml:space="preserve">                                                        </w:t>
      </w:r>
      <w:r w:rsidR="00992ADA">
        <w:rPr>
          <w:noProof/>
          <w:szCs w:val="18"/>
          <w:lang w:eastAsia="en-GB"/>
        </w:rPr>
        <w:drawing>
          <wp:anchor distT="0" distB="0" distL="114300" distR="114300" simplePos="0" relativeHeight="251667456" behindDoc="0" locked="0" layoutInCell="1" allowOverlap="1" wp14:anchorId="6F5C62CF" wp14:editId="219ACA98">
            <wp:simplePos x="0" y="0"/>
            <wp:positionH relativeFrom="column">
              <wp:posOffset>3962400</wp:posOffset>
            </wp:positionH>
            <wp:positionV relativeFrom="paragraph">
              <wp:posOffset>204470</wp:posOffset>
            </wp:positionV>
            <wp:extent cx="996950" cy="1149985"/>
            <wp:effectExtent l="0" t="0" r="0" b="0"/>
            <wp:wrapSquare wrapText="bothSides"/>
            <wp:docPr id="8" name="Picture 8" descr="A picture containing electron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elium atom atomic model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41"/>
                    <a:stretch/>
                  </pic:blipFill>
                  <pic:spPr bwMode="auto">
                    <a:xfrm>
                      <a:off x="0" y="0"/>
                      <a:ext cx="996950" cy="1149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B4E87F" w14:textId="3C535829" w:rsidR="00992ADA" w:rsidRDefault="00992ADA" w:rsidP="003E48D6">
      <w:pPr>
        <w:spacing w:after="180"/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66432" behindDoc="0" locked="0" layoutInCell="1" allowOverlap="1" wp14:anchorId="39C83559" wp14:editId="53D5C5D3">
            <wp:simplePos x="0" y="0"/>
            <wp:positionH relativeFrom="margin">
              <wp:posOffset>403860</wp:posOffset>
            </wp:positionH>
            <wp:positionV relativeFrom="paragraph">
              <wp:posOffset>145415</wp:posOffset>
            </wp:positionV>
            <wp:extent cx="1485265" cy="54165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elium atom prticle mod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5B63B" w14:textId="6913EC0B" w:rsidR="00992ADA" w:rsidRDefault="00992ADA" w:rsidP="003E48D6">
      <w:pPr>
        <w:spacing w:after="180"/>
      </w:pPr>
    </w:p>
    <w:p w14:paraId="2288AD9D" w14:textId="77777777" w:rsidR="00992ADA" w:rsidRDefault="00992ADA" w:rsidP="003E48D6">
      <w:pPr>
        <w:spacing w:after="180"/>
      </w:pPr>
    </w:p>
    <w:p w14:paraId="731615EB" w14:textId="77777777" w:rsidR="00992ADA" w:rsidRDefault="00992ADA" w:rsidP="003E48D6">
      <w:pPr>
        <w:spacing w:after="180"/>
      </w:pPr>
    </w:p>
    <w:p w14:paraId="0532351D" w14:textId="1F4A2E51" w:rsidR="003E48D6" w:rsidRDefault="003E48D6" w:rsidP="003E48D6">
      <w:pPr>
        <w:spacing w:after="180"/>
      </w:pPr>
      <w:r w:rsidRPr="00F72719">
        <w:t xml:space="preserve">Some students </w:t>
      </w:r>
      <w:r w:rsidR="00992ADA">
        <w:t>compare</w:t>
      </w:r>
      <w:r w:rsidR="00173CB2">
        <w:t xml:space="preserve"> the</w:t>
      </w:r>
      <w:r w:rsidR="00992ADA">
        <w:t xml:space="preserve"> two different models</w:t>
      </w:r>
      <w:r>
        <w:t>.</w:t>
      </w:r>
    </w:p>
    <w:p w14:paraId="6289A227" w14:textId="08C5F5A6" w:rsidR="003E48D6" w:rsidRDefault="00992ADA" w:rsidP="003E48D6">
      <w:pPr>
        <w:spacing w:after="180"/>
      </w:pPr>
      <w:r>
        <w:t>Who do you agree with and why?</w:t>
      </w:r>
    </w:p>
    <w:p w14:paraId="722C5A0C" w14:textId="2D6D8E1D" w:rsidR="003E48D6" w:rsidRDefault="00A16B11" w:rsidP="003E48D6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D02C9" wp14:editId="30DD8176">
                <wp:simplePos x="0" y="0"/>
                <wp:positionH relativeFrom="column">
                  <wp:posOffset>3412608</wp:posOffset>
                </wp:positionH>
                <wp:positionV relativeFrom="paragraph">
                  <wp:posOffset>10263</wp:posOffset>
                </wp:positionV>
                <wp:extent cx="2773045" cy="1052195"/>
                <wp:effectExtent l="114300" t="0" r="27305" b="414655"/>
                <wp:wrapNone/>
                <wp:docPr id="34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3045" cy="1052195"/>
                        </a:xfrm>
                        <a:prstGeom prst="wedgeRoundRectCallout">
                          <a:avLst>
                            <a:gd name="adj1" fmla="val -53803"/>
                            <a:gd name="adj2" fmla="val 86580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571095" w14:textId="3314E9D9" w:rsidR="003E48D6" w:rsidRPr="00A16B11" w:rsidRDefault="00A16B11" w:rsidP="003E48D6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2170B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Arush</w:t>
                            </w:r>
                            <w:r w:rsidR="003E48D6" w:rsidRPr="00B2170B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  <w:r w:rsidR="003E48D6" w:rsidRPr="00B2170B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2170B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Th</w:t>
                            </w:r>
                            <w:r w:rsidRPr="00A16B11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e particle model can be used to explain some things that the atomic model cannot.</w:t>
                            </w:r>
                          </w:p>
                          <w:p w14:paraId="1E240730" w14:textId="77777777" w:rsidR="003E48D6" w:rsidRPr="00F72719" w:rsidRDefault="003E48D6" w:rsidP="003E48D6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91D02C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1" o:spid="_x0000_s1026" type="#_x0000_t62" style="position:absolute;margin-left:268.7pt;margin-top:.8pt;width:218.35pt;height:8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" adj="-821,29501" fillcolor="#fafaea" strokecolor="#0f243e [1615]" strokeweight="1pt">
                <v:textbox>
                  <w:txbxContent>
                    <w:p w14:paraId="63571095" w14:textId="3314E9D9" w:rsidR="003E48D6" w:rsidRPr="00A16B11" w:rsidRDefault="00A16B11" w:rsidP="003E48D6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proofErr w:type="spellStart"/>
                      <w:r w:rsidRPr="00B2170B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Arush</w:t>
                      </w:r>
                      <w:proofErr w:type="spellEnd"/>
                      <w:r w:rsidR="003E48D6" w:rsidRPr="00B2170B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:</w:t>
                      </w:r>
                      <w:r w:rsidR="003E48D6" w:rsidRPr="00B2170B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B2170B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Th</w:t>
                      </w:r>
                      <w:r w:rsidRPr="00A16B11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e particle model can be used to explain some things that the atomic model cannot.</w:t>
                      </w:r>
                    </w:p>
                    <w:p w14:paraId="1E240730" w14:textId="77777777" w:rsidR="003E48D6" w:rsidRPr="00F72719" w:rsidRDefault="003E48D6" w:rsidP="003E48D6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8D6"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0447E" wp14:editId="22116974">
                <wp:simplePos x="0" y="0"/>
                <wp:positionH relativeFrom="column">
                  <wp:posOffset>-138223</wp:posOffset>
                </wp:positionH>
                <wp:positionV relativeFrom="paragraph">
                  <wp:posOffset>286710</wp:posOffset>
                </wp:positionV>
                <wp:extent cx="2689860" cy="1286510"/>
                <wp:effectExtent l="0" t="0" r="15240" b="161290"/>
                <wp:wrapNone/>
                <wp:docPr id="32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9860" cy="1286510"/>
                        </a:xfrm>
                        <a:prstGeom prst="wedgeRoundRectCallout">
                          <a:avLst>
                            <a:gd name="adj1" fmla="val 47454"/>
                            <a:gd name="adj2" fmla="val 59781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98BAF3" w14:textId="642E52F6" w:rsidR="003E48D6" w:rsidRPr="00173CB2" w:rsidRDefault="00A16B11" w:rsidP="003E48D6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16B11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Ryan</w:t>
                            </w:r>
                            <w:r w:rsidR="003E48D6" w:rsidRPr="00A16B11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  <w:r w:rsidR="003E48D6" w:rsidRPr="00A16B11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73CB2" w:rsidRPr="00A16B11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The particle model</w:t>
                            </w:r>
                            <w:r w:rsidR="00173CB2" w:rsidRPr="00173CB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 is wrong because atoms are actually made of protons, neutrons and electrons.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80447E" id="_x0000_s1027" type="#_x0000_t62" style="position:absolute;margin-left:-10.9pt;margin-top:22.6pt;width:211.8pt;height:10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" adj="21050,23713" fillcolor="#fafaea" strokecolor="#0f243e [1615]" strokeweight="1pt">
                <v:textbox>
                  <w:txbxContent>
                    <w:p w14:paraId="4398BAF3" w14:textId="642E52F6" w:rsidR="003E48D6" w:rsidRPr="00173CB2" w:rsidRDefault="00A16B11" w:rsidP="003E48D6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16B11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Ryan</w:t>
                      </w:r>
                      <w:r w:rsidR="003E48D6" w:rsidRPr="00A16B11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:</w:t>
                      </w:r>
                      <w:r w:rsidR="003E48D6" w:rsidRPr="00A16B11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173CB2" w:rsidRPr="00A16B11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The particle model</w:t>
                      </w:r>
                      <w:r w:rsidR="00173CB2" w:rsidRP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 is wrong because atoms are actually made of protons, </w:t>
                      </w:r>
                      <w:proofErr w:type="gramStart"/>
                      <w:r w:rsidR="00173CB2" w:rsidRP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neutrons</w:t>
                      </w:r>
                      <w:proofErr w:type="gramEnd"/>
                      <w:r w:rsidR="00173CB2" w:rsidRP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 and electrons.</w:t>
                      </w:r>
                    </w:p>
                  </w:txbxContent>
                </v:textbox>
              </v:shape>
            </w:pict>
          </mc:Fallback>
        </mc:AlternateContent>
      </w:r>
    </w:p>
    <w:p w14:paraId="2A876743" w14:textId="07C603D7" w:rsidR="003E48D6" w:rsidRDefault="003E48D6" w:rsidP="003E48D6">
      <w:pPr>
        <w:spacing w:after="240"/>
        <w:rPr>
          <w:szCs w:val="18"/>
        </w:rPr>
      </w:pPr>
    </w:p>
    <w:p w14:paraId="27913435" w14:textId="77777777" w:rsidR="003E48D6" w:rsidRDefault="003E48D6" w:rsidP="003E48D6">
      <w:pPr>
        <w:spacing w:after="240"/>
        <w:rPr>
          <w:szCs w:val="18"/>
        </w:rPr>
      </w:pPr>
    </w:p>
    <w:p w14:paraId="088C97F2" w14:textId="77777777" w:rsidR="003E48D6" w:rsidRDefault="003E48D6" w:rsidP="003E48D6">
      <w:pPr>
        <w:spacing w:after="240"/>
        <w:rPr>
          <w:szCs w:val="18"/>
        </w:rPr>
      </w:pPr>
    </w:p>
    <w:p w14:paraId="14ADC55B" w14:textId="48765659" w:rsidR="003E48D6" w:rsidRDefault="00173CB2" w:rsidP="003E48D6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46421" wp14:editId="7C5E2D81">
                <wp:simplePos x="0" y="0"/>
                <wp:positionH relativeFrom="column">
                  <wp:posOffset>4346944</wp:posOffset>
                </wp:positionH>
                <wp:positionV relativeFrom="paragraph">
                  <wp:posOffset>15845</wp:posOffset>
                </wp:positionV>
                <wp:extent cx="1958340" cy="1807535"/>
                <wp:effectExtent l="381000" t="0" r="22860" b="21590"/>
                <wp:wrapNone/>
                <wp:docPr id="33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1807535"/>
                        </a:xfrm>
                        <a:prstGeom prst="wedgeRoundRectCallout">
                          <a:avLst>
                            <a:gd name="adj1" fmla="val -68678"/>
                            <a:gd name="adj2" fmla="val -12108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25918" w14:textId="48C65A95" w:rsidR="003E48D6" w:rsidRPr="00173CB2" w:rsidRDefault="00A16B11" w:rsidP="003E48D6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2170B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Aaron</w:t>
                            </w:r>
                            <w:r w:rsidR="003E48D6" w:rsidRPr="00B2170B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3E48D6" w:rsidRPr="00B2170B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73CB2" w:rsidRPr="00B2170B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The</w:t>
                            </w:r>
                            <w:r w:rsidR="00173CB2" w:rsidRPr="00173CB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 atomic model does not show what an atom actually looks like</w:t>
                            </w:r>
                            <w:r w:rsidR="00B85C6E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,</w:t>
                            </w:r>
                            <w:r w:rsidR="00173CB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73CB2" w:rsidRPr="00173CB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but it </w:t>
                            </w:r>
                            <w:r w:rsidR="00173CB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is better because it </w:t>
                            </w:r>
                            <w:r w:rsidR="00173CB2" w:rsidRPr="00173CB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can explain more things.</w:t>
                            </w:r>
                          </w:p>
                          <w:p w14:paraId="1080A877" w14:textId="77777777" w:rsidR="003E48D6" w:rsidRPr="00F72719" w:rsidRDefault="003E48D6" w:rsidP="003E48D6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53464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8" type="#_x0000_t62" style="position:absolute;margin-left:342.3pt;margin-top:1.25pt;width:154.2pt;height:14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" adj="-4034,8185" fillcolor="#fafaea" strokecolor="#0f243e [1615]" strokeweight="1pt">
                <v:textbox>
                  <w:txbxContent>
                    <w:p w14:paraId="12E25918" w14:textId="48C65A95" w:rsidR="003E48D6" w:rsidRPr="00173CB2" w:rsidRDefault="00A16B11" w:rsidP="003E48D6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2170B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Aaron</w:t>
                      </w:r>
                      <w:r w:rsidR="003E48D6" w:rsidRPr="00B2170B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3E48D6" w:rsidRPr="00B2170B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173CB2" w:rsidRPr="00B2170B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The</w:t>
                      </w:r>
                      <w:r w:rsidR="00173CB2" w:rsidRP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 atomic model does not show what an atom actually looks like</w:t>
                      </w:r>
                      <w:r w:rsidR="00B85C6E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,</w:t>
                      </w:r>
                      <w:r w:rsid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173CB2" w:rsidRP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but it </w:t>
                      </w:r>
                      <w:r w:rsid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is better because it </w:t>
                      </w:r>
                      <w:r w:rsidR="00173CB2" w:rsidRP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can explain more things.</w:t>
                      </w:r>
                    </w:p>
                    <w:p w14:paraId="1080A877" w14:textId="77777777" w:rsidR="003E48D6" w:rsidRPr="00F72719" w:rsidRDefault="003E48D6" w:rsidP="003E48D6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48D6" w:rsidRPr="00E17F13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6AAFA8" wp14:editId="7CBB3570">
                <wp:simplePos x="0" y="0"/>
                <wp:positionH relativeFrom="column">
                  <wp:posOffset>2420771</wp:posOffset>
                </wp:positionH>
                <wp:positionV relativeFrom="paragraph">
                  <wp:posOffset>203816</wp:posOffset>
                </wp:positionV>
                <wp:extent cx="1200150" cy="771525"/>
                <wp:effectExtent l="0" t="0" r="0" b="9525"/>
                <wp:wrapNone/>
                <wp:docPr id="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771525"/>
                          <a:chOff x="0" y="0"/>
                          <a:chExt cx="1428115" cy="973455"/>
                        </a:xfrm>
                      </wpg:grpSpPr>
                      <wpg:grpSp>
                        <wpg:cNvPr id="38" name="Group 38"/>
                        <wpg:cNvGrpSpPr>
                          <a:grpSpLocks noChangeAspect="1"/>
                        </wpg:cNvGrpSpPr>
                        <wpg:grpSpPr>
                          <a:xfrm>
                            <a:off x="200025" y="0"/>
                            <a:ext cx="475615" cy="611505"/>
                            <a:chOff x="200025" y="0"/>
                            <a:chExt cx="527901" cy="688156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200025" y="3346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270726" y="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" name="Group 41"/>
                        <wpg:cNvGrpSpPr>
                          <a:grpSpLocks noChangeAspect="1"/>
                        </wpg:cNvGrpSpPr>
                        <wpg:grpSpPr>
                          <a:xfrm>
                            <a:off x="0" y="276225"/>
                            <a:ext cx="475615" cy="611505"/>
                            <a:chOff x="0" y="276225"/>
                            <a:chExt cx="527901" cy="688156"/>
                          </a:xfrm>
                        </wpg:grpSpPr>
                        <wps:wsp>
                          <wps:cNvPr id="42" name="Freeform 42"/>
                          <wps:cNvSpPr/>
                          <wps:spPr>
                            <a:xfrm>
                              <a:off x="0" y="61086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70701" y="27622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4" name="Group 44"/>
                        <wpg:cNvGrpSpPr>
                          <a:grpSpLocks noChangeAspect="1"/>
                        </wpg:cNvGrpSpPr>
                        <wpg:grpSpPr>
                          <a:xfrm>
                            <a:off x="638175" y="28575"/>
                            <a:ext cx="475615" cy="611505"/>
                            <a:chOff x="638175" y="28575"/>
                            <a:chExt cx="527901" cy="688156"/>
                          </a:xfrm>
                        </wpg:grpSpPr>
                        <wps:wsp>
                          <wps:cNvPr id="45" name="Freeform 45"/>
                          <wps:cNvSpPr/>
                          <wps:spPr>
                            <a:xfrm>
                              <a:off x="638175" y="36321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708876" y="2857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" name="Group 47"/>
                        <wpg:cNvGrpSpPr>
                          <a:grpSpLocks noChangeAspect="1"/>
                        </wpg:cNvGrpSpPr>
                        <wpg:grpSpPr>
                          <a:xfrm>
                            <a:off x="952500" y="361950"/>
                            <a:ext cx="475615" cy="611505"/>
                            <a:chOff x="952500" y="361950"/>
                            <a:chExt cx="527901" cy="688156"/>
                          </a:xfrm>
                        </wpg:grpSpPr>
                        <wps:wsp>
                          <wps:cNvPr id="48" name="Freeform 48"/>
                          <wps:cNvSpPr/>
                          <wps:spPr>
                            <a:xfrm>
                              <a:off x="952500" y="69658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1023201" y="36195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0" name="Group 50"/>
                        <wpg:cNvGrpSpPr>
                          <a:grpSpLocks noChangeAspect="1"/>
                        </wpg:cNvGrpSpPr>
                        <wpg:grpSpPr>
                          <a:xfrm>
                            <a:off x="342900" y="342900"/>
                            <a:ext cx="475615" cy="611505"/>
                            <a:chOff x="342900" y="342900"/>
                            <a:chExt cx="527901" cy="688156"/>
                          </a:xfrm>
                        </wpg:grpSpPr>
                        <wps:wsp>
                          <wps:cNvPr id="51" name="Freeform 51"/>
                          <wps:cNvSpPr/>
                          <wps:spPr>
                            <a:xfrm>
                              <a:off x="342900" y="6775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413601" y="34290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AA13436" id="Group 7" o:spid="_x0000_s1026" style="position:absolute;margin-left:190.6pt;margin-top:16.05pt;width:94.5pt;height:60.75pt;z-index:251665408;mso-width-relative:margin;mso-height-relative:margin" coordsize="14281,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">
                <v:group id="Group 38" o:spid="_x0000_s1027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o:lock v:ext="edit" aspectratio="t"/>
                  <v:shape id="Freeform 39" o:spid="_x0000_s1028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0" o:spid="_x0000_s1029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</v:group>
                <v:group id="Group 41" o:spid="_x0000_s1030" style="position:absolute;top:2762;width:4756;height:6115" coordorigin=",2762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o:lock v:ext="edit" aspectratio="t"/>
                  <v:shape id="Freeform 42" o:spid="_x0000_s1031" style="position:absolute;top:6108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3" o:spid="_x0000_s1032" style="position:absolute;left:707;top:2762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</v:group>
                <v:group id="Group 44" o:spid="_x0000_s1033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o:lock v:ext="edit" aspectratio="t"/>
                  <v:shape id="Freeform 45" o:spid="_x0000_s1034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6" o:spid="_x0000_s1035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</v:group>
                <v:group id="Group 47" o:spid="_x0000_s1036" style="position:absolute;left:9525;top:3619;width:4756;height:6115" coordorigin="9525,361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o:lock v:ext="edit" aspectratio="t"/>
                  <v:shape id="Freeform 48" o:spid="_x0000_s1037" style="position:absolute;left:9525;top:6965;width:5279;height:3536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9" o:spid="_x0000_s1038" style="position:absolute;left:10232;top:3619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</v:group>
                <v:group id="Group 50" o:spid="_x0000_s1039" style="position:absolute;left:3429;top:3429;width:4756;height:6115" coordorigin="3429,342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o:lock v:ext="edit" aspectratio="t"/>
                  <v:shape id="Freeform 51" o:spid="_x0000_s1040" style="position:absolute;left:3429;top:6775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" path="m527901,438358c520044,-139818,3142,-152389,,438358r527901,xe" fillcolor="#f2f2f2 [3052]" stroked="f" strokeweight="1pt">
                    <v:path arrowok="t" o:connecttype="custom" o:connectlocs="527901,353518;0,353518;527901,353518" o:connectangles="0,0,0"/>
                  </v:shape>
                  <v:oval id="Oval 52" o:spid="_x0000_s1041" style="position:absolute;left:4136;top:3429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" fillcolor="#f2f2f2 [3052]" stroked="f" strokeweight="1pt"/>
                </v:group>
              </v:group>
            </w:pict>
          </mc:Fallback>
        </mc:AlternateContent>
      </w:r>
    </w:p>
    <w:p w14:paraId="6978EE80" w14:textId="3F089CDB" w:rsidR="003E48D6" w:rsidRDefault="003E48D6" w:rsidP="003E48D6">
      <w:pPr>
        <w:spacing w:after="240"/>
        <w:rPr>
          <w:szCs w:val="18"/>
        </w:rPr>
      </w:pPr>
    </w:p>
    <w:p w14:paraId="5F62986A" w14:textId="5CAB9C17" w:rsidR="003E48D6" w:rsidRDefault="003E48D6" w:rsidP="003E48D6">
      <w:pPr>
        <w:spacing w:after="240"/>
        <w:rPr>
          <w:szCs w:val="18"/>
        </w:rPr>
      </w:pPr>
    </w:p>
    <w:p w14:paraId="647DF445" w14:textId="7C4F02BF" w:rsidR="003E48D6" w:rsidRDefault="003E48D6" w:rsidP="003E48D6">
      <w:pPr>
        <w:spacing w:after="240"/>
        <w:rPr>
          <w:szCs w:val="18"/>
        </w:rPr>
      </w:pPr>
    </w:p>
    <w:p w14:paraId="4F10EC22" w14:textId="45E02924" w:rsidR="003E48D6" w:rsidRDefault="00DD36F4" w:rsidP="003E48D6">
      <w:pPr>
        <w:spacing w:after="240"/>
        <w:rPr>
          <w:szCs w:val="18"/>
        </w:rPr>
      </w:pPr>
      <w:r w:rsidRPr="00E17F13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3FCEC" wp14:editId="21812A92">
                <wp:simplePos x="0" y="0"/>
                <wp:positionH relativeFrom="margin">
                  <wp:align>left</wp:align>
                </wp:positionH>
                <wp:positionV relativeFrom="paragraph">
                  <wp:posOffset>23200</wp:posOffset>
                </wp:positionV>
                <wp:extent cx="2158365" cy="1504950"/>
                <wp:effectExtent l="0" t="704850" r="260985" b="19050"/>
                <wp:wrapNone/>
                <wp:docPr id="28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365" cy="1504950"/>
                        </a:xfrm>
                        <a:prstGeom prst="wedgeRoundRectCallout">
                          <a:avLst>
                            <a:gd name="adj1" fmla="val 61262"/>
                            <a:gd name="adj2" fmla="val -96313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3C99F" w14:textId="5731FED1" w:rsidR="00173CB2" w:rsidRPr="00173CB2" w:rsidRDefault="00A16B11" w:rsidP="00173CB2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B2170B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Noah</w:t>
                            </w:r>
                            <w:r w:rsidR="003E48D6" w:rsidRPr="00B2170B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  <w:r w:rsidR="003E48D6" w:rsidRPr="00B2170B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73CB2" w:rsidRPr="00B2170B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The</w:t>
                            </w:r>
                            <w:r w:rsidR="00173CB2" w:rsidRPr="00173CB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 atomic model is better because </w:t>
                            </w:r>
                            <w:r w:rsidR="00541F6B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 xml:space="preserve">it </w:t>
                            </w:r>
                            <w:r w:rsidR="00173CB2" w:rsidRPr="00173CB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28"/>
                                <w:szCs w:val="28"/>
                              </w:rPr>
                              <w:t>shows what a helium atom actually looks like very close-up.</w:t>
                            </w:r>
                          </w:p>
                          <w:p w14:paraId="50CA9826" w14:textId="77777777" w:rsidR="00173CB2" w:rsidRPr="00173CB2" w:rsidRDefault="00173CB2" w:rsidP="00173CB2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8D12687" w14:textId="59117EA1" w:rsidR="003E48D6" w:rsidRPr="00F72719" w:rsidRDefault="003E48D6" w:rsidP="003E48D6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73FCEC" id="_x0000_s1029" type="#_x0000_t62" style="position:absolute;margin-left:0;margin-top:1.85pt;width:169.95pt;height:118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" adj="24033,-10004" fillcolor="#fafaea" strokecolor="#0f243e [1615]" strokeweight="1pt">
                <v:textbox>
                  <w:txbxContent>
                    <w:p w14:paraId="0F33C99F" w14:textId="5731FED1" w:rsidR="00173CB2" w:rsidRPr="00173CB2" w:rsidRDefault="00A16B11" w:rsidP="00173CB2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B2170B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Noah</w:t>
                      </w:r>
                      <w:r w:rsidR="003E48D6" w:rsidRPr="00B2170B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:</w:t>
                      </w:r>
                      <w:r w:rsidR="003E48D6" w:rsidRPr="00B2170B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173CB2" w:rsidRPr="00B2170B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The</w:t>
                      </w:r>
                      <w:r w:rsidR="00173CB2" w:rsidRP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 atomic model is better because </w:t>
                      </w:r>
                      <w:r w:rsidR="00541F6B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 xml:space="preserve">it </w:t>
                      </w:r>
                      <w:r w:rsidR="00173CB2" w:rsidRPr="00173CB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28"/>
                          <w:szCs w:val="28"/>
                        </w:rPr>
                        <w:t>shows what a helium atom actually looks like very close-up.</w:t>
                      </w:r>
                    </w:p>
                    <w:p w14:paraId="50CA9826" w14:textId="77777777" w:rsidR="00173CB2" w:rsidRPr="00173CB2" w:rsidRDefault="00173CB2" w:rsidP="00173CB2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48D12687" w14:textId="59117EA1" w:rsidR="003E48D6" w:rsidRPr="00F72719" w:rsidRDefault="003E48D6" w:rsidP="003E48D6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3FB1DC" w14:textId="5D8BE586" w:rsidR="003E48D6" w:rsidRDefault="003E48D6" w:rsidP="003E48D6">
      <w:pPr>
        <w:spacing w:after="240"/>
        <w:rPr>
          <w:szCs w:val="18"/>
        </w:rPr>
      </w:pPr>
    </w:p>
    <w:p w14:paraId="41973923" w14:textId="266D303C" w:rsidR="003E48D6" w:rsidRDefault="003E48D6" w:rsidP="003E48D6">
      <w:pPr>
        <w:spacing w:after="240"/>
        <w:rPr>
          <w:szCs w:val="18"/>
        </w:rPr>
      </w:pPr>
    </w:p>
    <w:p w14:paraId="6177C2FD" w14:textId="77777777" w:rsidR="003E48D6" w:rsidRDefault="003E48D6" w:rsidP="003E48D6">
      <w:pPr>
        <w:spacing w:after="240"/>
        <w:rPr>
          <w:szCs w:val="18"/>
        </w:rPr>
      </w:pPr>
    </w:p>
    <w:p w14:paraId="289EC481" w14:textId="7BFBA538" w:rsidR="00A16B11" w:rsidRDefault="00A16B11" w:rsidP="00A16B11">
      <w:pPr>
        <w:spacing w:after="240"/>
        <w:rPr>
          <w:szCs w:val="18"/>
        </w:rPr>
      </w:pPr>
    </w:p>
    <w:p w14:paraId="7FFE431C" w14:textId="58618D6B" w:rsidR="00A16B11" w:rsidRDefault="00A16B11" w:rsidP="00A16B11">
      <w:pPr>
        <w:spacing w:after="240"/>
        <w:rPr>
          <w:szCs w:val="18"/>
        </w:rPr>
      </w:pPr>
    </w:p>
    <w:p w14:paraId="317B32A4" w14:textId="5E527F37" w:rsidR="00A16B11" w:rsidRDefault="00A16B11" w:rsidP="00A16B11">
      <w:pPr>
        <w:spacing w:after="240"/>
        <w:rPr>
          <w:szCs w:val="18"/>
        </w:rPr>
      </w:pPr>
    </w:p>
    <w:p w14:paraId="1DE73F51" w14:textId="4B74D433" w:rsidR="00A16B11" w:rsidRDefault="00A16B11" w:rsidP="00A16B11">
      <w:pPr>
        <w:spacing w:after="240"/>
        <w:rPr>
          <w:szCs w:val="18"/>
        </w:rPr>
      </w:pPr>
    </w:p>
    <w:p w14:paraId="5BFD9732" w14:textId="2A9E3DDF" w:rsidR="00A16B11" w:rsidRDefault="00A16B11" w:rsidP="00A16B11">
      <w:pPr>
        <w:spacing w:after="240"/>
        <w:rPr>
          <w:szCs w:val="18"/>
        </w:rPr>
      </w:pPr>
    </w:p>
    <w:p w14:paraId="13B84C49" w14:textId="77777777" w:rsidR="00A16B11" w:rsidRDefault="00A16B11" w:rsidP="00A16B11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16B11" w14:paraId="622FAFB6" w14:textId="77777777" w:rsidTr="00F57BE5">
        <w:trPr>
          <w:trHeight w:val="1834"/>
        </w:trPr>
        <w:tc>
          <w:tcPr>
            <w:tcW w:w="4508" w:type="dxa"/>
            <w:vAlign w:val="center"/>
          </w:tcPr>
          <w:p w14:paraId="6DE55969" w14:textId="77777777" w:rsidR="00A16B11" w:rsidRPr="001C71FB" w:rsidRDefault="00A16B11" w:rsidP="00F57BE5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lastRenderedPageBreak/>
              <w:t xml:space="preserve">Cards for </w:t>
            </w:r>
          </w:p>
          <w:p w14:paraId="12A3F51A" w14:textId="24813010" w:rsidR="00A16B11" w:rsidRPr="001C71FB" w:rsidRDefault="00541F6B" w:rsidP="00F57BE5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Comparing models</w:t>
            </w:r>
          </w:p>
        </w:tc>
        <w:tc>
          <w:tcPr>
            <w:tcW w:w="4508" w:type="dxa"/>
            <w:vAlign w:val="center"/>
          </w:tcPr>
          <w:p w14:paraId="36FEA5E9" w14:textId="0B1DA9A9" w:rsidR="00A16B11" w:rsidRPr="001C71FB" w:rsidRDefault="00A16B11" w:rsidP="00F57BE5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6B11" w14:paraId="6E248768" w14:textId="77777777" w:rsidTr="00F57BE5">
        <w:trPr>
          <w:trHeight w:val="1834"/>
        </w:trPr>
        <w:tc>
          <w:tcPr>
            <w:tcW w:w="4508" w:type="dxa"/>
            <w:vAlign w:val="center"/>
          </w:tcPr>
          <w:p w14:paraId="5A74D1AD" w14:textId="61706FC0" w:rsidR="00A16B11" w:rsidRPr="00023DF2" w:rsidRDefault="00541F6B" w:rsidP="00F57BE5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23DF2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Ryan:</w:t>
            </w:r>
            <w:r w:rsidR="00A16B11" w:rsidRPr="00023DF2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28"/>
                <w:szCs w:val="28"/>
              </w:rPr>
              <w:t xml:space="preserve"> </w:t>
            </w:r>
            <w:r w:rsidRPr="00023DF2">
              <w:rPr>
                <w:rFonts w:eastAsia="Verdana" w:cstheme="minorHAnsi"/>
                <w:color w:val="0F243E" w:themeColor="text2" w:themeShade="80"/>
                <w:kern w:val="24"/>
                <w:sz w:val="28"/>
                <w:szCs w:val="28"/>
              </w:rPr>
              <w:t>The particle model is wrong because atoms are actually made of protons, ne</w:t>
            </w:r>
            <w:r w:rsidR="00023DF2" w:rsidRPr="00023DF2">
              <w:rPr>
                <w:rFonts w:eastAsia="Verdana" w:cstheme="minorHAnsi"/>
                <w:color w:val="0F243E" w:themeColor="text2" w:themeShade="80"/>
                <w:kern w:val="24"/>
                <w:sz w:val="28"/>
                <w:szCs w:val="28"/>
              </w:rPr>
              <w:t>utrons and electrons.</w:t>
            </w:r>
          </w:p>
        </w:tc>
        <w:tc>
          <w:tcPr>
            <w:tcW w:w="4508" w:type="dxa"/>
            <w:vAlign w:val="center"/>
          </w:tcPr>
          <w:p w14:paraId="4E9CBDA7" w14:textId="0B103C8F" w:rsidR="00A16B11" w:rsidRPr="00023DF2" w:rsidRDefault="00023DF2" w:rsidP="00F57BE5">
            <w:pPr>
              <w:pStyle w:val="NormalWeb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023DF2">
              <w:rPr>
                <w:rFonts w:eastAsia="Verdana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Arush</w:t>
            </w:r>
            <w:r w:rsidR="00A16B11" w:rsidRPr="00023DF2">
              <w:rPr>
                <w:rFonts w:eastAsia="Verdana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:</w:t>
            </w:r>
            <w:r w:rsidR="00A16B11" w:rsidRPr="00023DF2">
              <w:rPr>
                <w:rFonts w:eastAsia="Verdana"/>
                <w:color w:val="0F243E" w:themeColor="text2" w:themeShade="80"/>
                <w:kern w:val="24"/>
                <w:sz w:val="28"/>
                <w:szCs w:val="28"/>
              </w:rPr>
              <w:t xml:space="preserve"> </w:t>
            </w:r>
            <w:r w:rsidRPr="00023DF2">
              <w:rPr>
                <w:rFonts w:eastAsia="Verdana"/>
                <w:color w:val="0F243E" w:themeColor="text2" w:themeShade="80"/>
                <w:kern w:val="24"/>
                <w:sz w:val="28"/>
                <w:szCs w:val="28"/>
              </w:rPr>
              <w:t>The particle model can be used to explain some things that the atomic model cannot.</w:t>
            </w:r>
          </w:p>
        </w:tc>
      </w:tr>
      <w:tr w:rsidR="00A16B11" w14:paraId="1A247535" w14:textId="77777777" w:rsidTr="00F57BE5">
        <w:trPr>
          <w:trHeight w:val="1834"/>
        </w:trPr>
        <w:tc>
          <w:tcPr>
            <w:tcW w:w="4508" w:type="dxa"/>
            <w:vAlign w:val="center"/>
          </w:tcPr>
          <w:p w14:paraId="0A6B9586" w14:textId="77E6F73E" w:rsidR="00A16B11" w:rsidRPr="00023DF2" w:rsidRDefault="00023DF2" w:rsidP="00F57BE5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23DF2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Noah</w:t>
            </w:r>
            <w:r w:rsidR="00A16B11" w:rsidRPr="00023DF2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:</w:t>
            </w:r>
            <w:r w:rsidR="00A16B11" w:rsidRPr="00023DF2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28"/>
                <w:szCs w:val="28"/>
              </w:rPr>
              <w:t xml:space="preserve"> </w:t>
            </w:r>
            <w:r w:rsidRPr="00023DF2">
              <w:rPr>
                <w:rFonts w:eastAsia="Verdana" w:cstheme="minorHAnsi"/>
                <w:color w:val="0F243E" w:themeColor="text2" w:themeShade="80"/>
                <w:kern w:val="24"/>
                <w:sz w:val="28"/>
                <w:szCs w:val="28"/>
              </w:rPr>
              <w:t>The atomic model is better because it shows what a helium atom actually looks like very close-up.</w:t>
            </w:r>
          </w:p>
        </w:tc>
        <w:tc>
          <w:tcPr>
            <w:tcW w:w="4508" w:type="dxa"/>
            <w:vAlign w:val="center"/>
          </w:tcPr>
          <w:p w14:paraId="5C53E927" w14:textId="3158281E" w:rsidR="00A16B11" w:rsidRPr="00023DF2" w:rsidRDefault="00023DF2" w:rsidP="00F57BE5">
            <w:pPr>
              <w:pStyle w:val="NormalWeb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023DF2">
              <w:rPr>
                <w:rFonts w:eastAsia="Verdana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Aaron</w:t>
            </w:r>
            <w:r w:rsidR="00A16B11" w:rsidRPr="00023DF2">
              <w:rPr>
                <w:rFonts w:eastAsia="Verdana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:</w:t>
            </w:r>
            <w:r w:rsidR="00A16B11" w:rsidRPr="00023DF2">
              <w:rPr>
                <w:rFonts w:eastAsia="Verdana"/>
                <w:color w:val="0F243E" w:themeColor="text2" w:themeShade="80"/>
                <w:kern w:val="24"/>
                <w:sz w:val="28"/>
                <w:szCs w:val="28"/>
              </w:rPr>
              <w:t xml:space="preserve"> </w:t>
            </w:r>
            <w:r w:rsidRPr="00023DF2">
              <w:rPr>
                <w:rFonts w:eastAsia="Verdana"/>
                <w:color w:val="0F243E" w:themeColor="text2" w:themeShade="80"/>
                <w:kern w:val="24"/>
                <w:sz w:val="28"/>
                <w:szCs w:val="28"/>
              </w:rPr>
              <w:t>The atomic model does not show what an atom actually looks like, but it is better because it can explain more things.</w:t>
            </w:r>
          </w:p>
        </w:tc>
      </w:tr>
    </w:tbl>
    <w:p w14:paraId="03B12549" w14:textId="77777777" w:rsidR="00A16B11" w:rsidRDefault="00A16B11" w:rsidP="00A16B11">
      <w:pPr>
        <w:spacing w:after="240"/>
        <w:rPr>
          <w:szCs w:val="18"/>
        </w:rPr>
      </w:pPr>
    </w:p>
    <w:p w14:paraId="3DF00962" w14:textId="77777777" w:rsidR="00A16B11" w:rsidRDefault="00A16B11" w:rsidP="00A16B11">
      <w:pPr>
        <w:spacing w:after="240"/>
        <w:rPr>
          <w:szCs w:val="18"/>
        </w:rPr>
      </w:pPr>
    </w:p>
    <w:p w14:paraId="3CA4C05B" w14:textId="77777777" w:rsidR="00A16B11" w:rsidRDefault="00A16B11" w:rsidP="00A16B11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23DF2" w14:paraId="07835A93" w14:textId="77777777" w:rsidTr="00536068">
        <w:trPr>
          <w:trHeight w:val="1834"/>
        </w:trPr>
        <w:tc>
          <w:tcPr>
            <w:tcW w:w="4508" w:type="dxa"/>
            <w:vAlign w:val="center"/>
          </w:tcPr>
          <w:p w14:paraId="243AF489" w14:textId="77777777" w:rsidR="00023DF2" w:rsidRPr="001C71FB" w:rsidRDefault="00023DF2" w:rsidP="00536068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04C3FBDF" w14:textId="77777777" w:rsidR="00023DF2" w:rsidRPr="001C71FB" w:rsidRDefault="00023DF2" w:rsidP="00536068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Comparing models</w:t>
            </w:r>
          </w:p>
        </w:tc>
        <w:tc>
          <w:tcPr>
            <w:tcW w:w="4508" w:type="dxa"/>
            <w:vAlign w:val="center"/>
          </w:tcPr>
          <w:p w14:paraId="6DA25427" w14:textId="77777777" w:rsidR="00023DF2" w:rsidRPr="001C71FB" w:rsidRDefault="00023DF2" w:rsidP="0053606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23DF2" w14:paraId="5154267B" w14:textId="77777777" w:rsidTr="00536068">
        <w:trPr>
          <w:trHeight w:val="1834"/>
        </w:trPr>
        <w:tc>
          <w:tcPr>
            <w:tcW w:w="4508" w:type="dxa"/>
            <w:vAlign w:val="center"/>
          </w:tcPr>
          <w:p w14:paraId="55367D5D" w14:textId="77777777" w:rsidR="00023DF2" w:rsidRPr="00023DF2" w:rsidRDefault="00023DF2" w:rsidP="0053606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23DF2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Ryan:</w:t>
            </w:r>
            <w:r w:rsidRPr="00023DF2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28"/>
                <w:szCs w:val="28"/>
              </w:rPr>
              <w:t xml:space="preserve"> </w:t>
            </w:r>
            <w:r w:rsidRPr="00023DF2">
              <w:rPr>
                <w:rFonts w:eastAsia="Verdana" w:cstheme="minorHAnsi"/>
                <w:color w:val="0F243E" w:themeColor="text2" w:themeShade="80"/>
                <w:kern w:val="24"/>
                <w:sz w:val="28"/>
                <w:szCs w:val="28"/>
              </w:rPr>
              <w:t>The particle model is wrong because atoms are actually made of protons, neutrons and electrons.</w:t>
            </w:r>
          </w:p>
        </w:tc>
        <w:tc>
          <w:tcPr>
            <w:tcW w:w="4508" w:type="dxa"/>
            <w:vAlign w:val="center"/>
          </w:tcPr>
          <w:p w14:paraId="267428F6" w14:textId="77777777" w:rsidR="00023DF2" w:rsidRPr="00023DF2" w:rsidRDefault="00023DF2" w:rsidP="00536068">
            <w:pPr>
              <w:pStyle w:val="NormalWeb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023DF2">
              <w:rPr>
                <w:rFonts w:eastAsia="Verdana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Arush:</w:t>
            </w:r>
            <w:r w:rsidRPr="00023DF2">
              <w:rPr>
                <w:rFonts w:eastAsia="Verdana"/>
                <w:color w:val="0F243E" w:themeColor="text2" w:themeShade="80"/>
                <w:kern w:val="24"/>
                <w:sz w:val="28"/>
                <w:szCs w:val="28"/>
              </w:rPr>
              <w:t xml:space="preserve"> The particle model can be used to explain some things that the atomic model cannot.</w:t>
            </w:r>
          </w:p>
        </w:tc>
      </w:tr>
      <w:tr w:rsidR="00023DF2" w14:paraId="12837CBA" w14:textId="77777777" w:rsidTr="00536068">
        <w:trPr>
          <w:trHeight w:val="1834"/>
        </w:trPr>
        <w:tc>
          <w:tcPr>
            <w:tcW w:w="4508" w:type="dxa"/>
            <w:vAlign w:val="center"/>
          </w:tcPr>
          <w:p w14:paraId="2455109B" w14:textId="77777777" w:rsidR="00023DF2" w:rsidRPr="00023DF2" w:rsidRDefault="00023DF2" w:rsidP="0053606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23DF2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Noah</w:t>
            </w:r>
            <w:r w:rsidRPr="00023DF2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:</w:t>
            </w:r>
            <w:r w:rsidRPr="00023DF2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28"/>
                <w:szCs w:val="28"/>
              </w:rPr>
              <w:t xml:space="preserve"> </w:t>
            </w:r>
            <w:r w:rsidRPr="00023DF2">
              <w:rPr>
                <w:rFonts w:eastAsia="Verdana" w:cstheme="minorHAnsi"/>
                <w:color w:val="0F243E" w:themeColor="text2" w:themeShade="80"/>
                <w:kern w:val="24"/>
                <w:sz w:val="28"/>
                <w:szCs w:val="28"/>
              </w:rPr>
              <w:t>The atomic model is better because it shows what a helium atom actually looks like very close-up.</w:t>
            </w:r>
          </w:p>
        </w:tc>
        <w:tc>
          <w:tcPr>
            <w:tcW w:w="4508" w:type="dxa"/>
            <w:vAlign w:val="center"/>
          </w:tcPr>
          <w:p w14:paraId="6E6ACE91" w14:textId="77777777" w:rsidR="00023DF2" w:rsidRPr="00023DF2" w:rsidRDefault="00023DF2" w:rsidP="00536068">
            <w:pPr>
              <w:pStyle w:val="NormalWeb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023DF2">
              <w:rPr>
                <w:rFonts w:eastAsia="Verdana"/>
                <w:b/>
                <w:bCs/>
                <w:color w:val="0F243E" w:themeColor="text2" w:themeShade="80"/>
                <w:kern w:val="24"/>
                <w:sz w:val="28"/>
                <w:szCs w:val="28"/>
              </w:rPr>
              <w:t>Aaron:</w:t>
            </w:r>
            <w:r w:rsidRPr="00023DF2">
              <w:rPr>
                <w:rFonts w:eastAsia="Verdana"/>
                <w:color w:val="0F243E" w:themeColor="text2" w:themeShade="80"/>
                <w:kern w:val="24"/>
                <w:sz w:val="28"/>
                <w:szCs w:val="28"/>
              </w:rPr>
              <w:t xml:space="preserve"> The atomic model does not show what an atom actually looks like, but it is better because it can explain more things.</w:t>
            </w:r>
          </w:p>
        </w:tc>
      </w:tr>
    </w:tbl>
    <w:p w14:paraId="79C20FD8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24E6D2B9" w14:textId="6B0F242C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CD6CE3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CD6CE3">
        <w:rPr>
          <w:i/>
          <w:sz w:val="18"/>
          <w:szCs w:val="18"/>
        </w:rPr>
        <w:t>CPS6: Periodic Table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CD6CE3">
        <w:rPr>
          <w:i/>
          <w:sz w:val="18"/>
          <w:szCs w:val="18"/>
        </w:rPr>
        <w:t>CPS6.1: Atomic model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B0BD344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462EC36C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2AB9C77D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5FB480B0" w14:textId="742A2B60" w:rsidR="006F3279" w:rsidRPr="00CA4B46" w:rsidRDefault="00CD6CE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Comparing models</w:t>
            </w:r>
          </w:p>
        </w:tc>
      </w:tr>
    </w:tbl>
    <w:p w14:paraId="3426E14D" w14:textId="77777777" w:rsidR="006F3279" w:rsidRDefault="006F3279" w:rsidP="00E172C6">
      <w:pPr>
        <w:spacing w:after="180"/>
        <w:rPr>
          <w:b/>
        </w:rPr>
      </w:pPr>
    </w:p>
    <w:p w14:paraId="529E071C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5D16EA1D" w14:textId="77777777" w:rsidTr="003F16F9">
        <w:trPr>
          <w:trHeight w:val="340"/>
        </w:trPr>
        <w:tc>
          <w:tcPr>
            <w:tcW w:w="2196" w:type="dxa"/>
          </w:tcPr>
          <w:p w14:paraId="1383A999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3D0DFFB0" w14:textId="0345069A" w:rsidR="00FA5B3A" w:rsidRDefault="00023DF2" w:rsidP="00FA5B3A">
            <w:pPr>
              <w:spacing w:before="60" w:after="60"/>
            </w:pPr>
            <w:r>
              <w:t>The structure of an atom may be represented by an atomic model.</w:t>
            </w:r>
          </w:p>
        </w:tc>
      </w:tr>
      <w:tr w:rsidR="00FA5B3A" w14:paraId="1B2FC795" w14:textId="77777777" w:rsidTr="003F16F9">
        <w:trPr>
          <w:trHeight w:val="340"/>
        </w:trPr>
        <w:tc>
          <w:tcPr>
            <w:tcW w:w="2196" w:type="dxa"/>
          </w:tcPr>
          <w:p w14:paraId="532038F2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163570A9" w14:textId="09114281" w:rsidR="00FA5B3A" w:rsidRPr="00A50C9C" w:rsidRDefault="009A7A6C" w:rsidP="00FA5B3A">
            <w:pPr>
              <w:spacing w:before="60" w:after="60"/>
              <w:rPr>
                <w:b/>
              </w:rPr>
            </w:pPr>
            <w:r>
              <w:t>Compare the particle and atomic models.</w:t>
            </w:r>
          </w:p>
        </w:tc>
      </w:tr>
      <w:tr w:rsidR="00FA5B3A" w14:paraId="3240E32C" w14:textId="77777777" w:rsidTr="003F16F9">
        <w:trPr>
          <w:trHeight w:val="340"/>
        </w:trPr>
        <w:tc>
          <w:tcPr>
            <w:tcW w:w="2196" w:type="dxa"/>
          </w:tcPr>
          <w:p w14:paraId="13085DD9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43050295" w14:textId="0A6D854A" w:rsidR="00FA5B3A" w:rsidRDefault="009A7A6C" w:rsidP="00FA5B3A">
            <w:pPr>
              <w:spacing w:before="60" w:after="60"/>
            </w:pPr>
            <w:r>
              <w:t>Confidence grid</w:t>
            </w:r>
          </w:p>
        </w:tc>
      </w:tr>
      <w:tr w:rsidR="00FA5B3A" w14:paraId="04FF768C" w14:textId="77777777" w:rsidTr="003F16F9">
        <w:trPr>
          <w:trHeight w:val="340"/>
        </w:trPr>
        <w:tc>
          <w:tcPr>
            <w:tcW w:w="2196" w:type="dxa"/>
          </w:tcPr>
          <w:p w14:paraId="7E57EF0A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E7A4D98" w14:textId="4FBC84AA" w:rsidR="00FA5B3A" w:rsidRDefault="009A7A6C" w:rsidP="00FA5B3A">
            <w:pPr>
              <w:spacing w:before="60" w:after="60"/>
            </w:pPr>
            <w:r>
              <w:t>particle model, atomic model</w:t>
            </w:r>
          </w:p>
        </w:tc>
      </w:tr>
    </w:tbl>
    <w:p w14:paraId="5773806C" w14:textId="77777777" w:rsidR="00E172C6" w:rsidRDefault="00E172C6" w:rsidP="00E172C6">
      <w:pPr>
        <w:spacing w:after="180"/>
      </w:pPr>
    </w:p>
    <w:p w14:paraId="37011708" w14:textId="77777777" w:rsidR="00F72ECC" w:rsidRDefault="00F72ECC" w:rsidP="00F72ECC"/>
    <w:p w14:paraId="3FDD56BD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2955596B" w14:textId="2BBB3AAA" w:rsidR="00C05571" w:rsidRDefault="00541924" w:rsidP="0050055B">
      <w:pPr>
        <w:spacing w:after="180"/>
      </w:pPr>
      <w:bookmarkStart w:id="1" w:name="_Hlk16692963"/>
      <w:r>
        <w:t xml:space="preserve">A research project </w:t>
      </w:r>
      <w:r w:rsidR="00CD6CE3">
        <w:t xml:space="preserve"> </w:t>
      </w:r>
      <w:r>
        <w:fldChar w:fldCharType="begin"/>
      </w:r>
      <w:r>
        <w:instrText xml:space="preserve"> ADDIN EN.CITE &lt;EndNote&gt;&lt;Cite&gt;&lt;Author&gt;Harrison&lt;/Author&gt;&lt;Year&gt;1996&lt;/Year&gt;&lt;IDText&gt;Secondary students&amp;apos; mental models of atoms and moelcules: Implications for teaching chemistry&lt;/IDText&gt;&lt;DisplayText&gt;(Harrison and Treagust, 1996)&lt;/DisplayText&gt;&lt;record&gt;&lt;titles&gt;&lt;title&gt;Secondary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format="utc"&gt;1565366260&lt;/last-updated-date&gt;&lt;volume&gt;80&lt;/volume&gt;&lt;/record&gt;&lt;/Cite&gt;&lt;/EndNote&gt;</w:instrText>
      </w:r>
      <w:r>
        <w:fldChar w:fldCharType="separate"/>
      </w:r>
      <w:r>
        <w:rPr>
          <w:noProof/>
        </w:rPr>
        <w:t>(Harrison and Treagust, 1996)</w:t>
      </w:r>
      <w:r>
        <w:fldChar w:fldCharType="end"/>
      </w:r>
      <w:r w:rsidR="00CD6CE3">
        <w:t xml:space="preserve"> </w:t>
      </w:r>
      <w:r>
        <w:t xml:space="preserve"> categorised student responses about their mental models of an atom using </w:t>
      </w:r>
      <w:r w:rsidR="00CD6CE3">
        <w:t>three levels of modelling ability</w:t>
      </w:r>
      <w:r w:rsidR="00B85C6E">
        <w:t xml:space="preserve"> originally</w:t>
      </w:r>
      <w:r w:rsidR="00CD6CE3">
        <w:t xml:space="preserve"> </w:t>
      </w:r>
      <w:r>
        <w:t xml:space="preserve">described by Grosslight et al. </w:t>
      </w:r>
      <w:r>
        <w:fldChar w:fldCharType="begin"/>
      </w:r>
      <w:r>
        <w:instrText xml:space="preserve"> ADDIN EN.CITE &lt;EndNote&gt;&lt;Cite ExcludeAuth="1"&gt;&lt;Author&gt;Grosslight &lt;/Author&gt;&lt;Year&gt;1991&lt;/Year&gt;&lt;IDText&gt;Understanding models and their use in science: Conceptions of middle and high school students and experts&lt;/IDText&gt;&lt;DisplayText&gt;(1991)&lt;/DisplayText&gt;&lt;record&gt;&lt;titles&gt;&lt;title&gt;Understanding models and their use in science: Conceptions of middle and high school students and experts&lt;/title&gt;&lt;secondary-title&gt;Journal of Research in Science Teaching&lt;/secondary-title&gt;&lt;/titles&gt;&lt;pages&gt;799-822&lt;/pages&gt;&lt;contributors&gt;&lt;authors&gt;&lt;author&gt;Grosslight , L.&lt;/author&gt;&lt;author&gt;Unger, C.&lt;/author&gt;&lt;author&gt;Jay, E.&lt;/author&gt;&lt;author&gt;Smith, C.&lt;/author&gt;&lt;/authors&gt;&lt;/contributors&gt;&lt;added-date format="utc"&gt;1565778493&lt;/added-date&gt;&lt;ref-type name="Journal Article"&gt;17&lt;/ref-type&gt;&lt;dates&gt;&lt;year&gt;1991&lt;/year&gt;&lt;/dates&gt;&lt;rec-number&gt;66&lt;/rec-number&gt;&lt;last-updated-date format="utc"&gt;1565778570&lt;/last-updated-date&gt;&lt;volume&gt;28&lt;/volume&gt;&lt;/record&gt;&lt;/Cite&gt;&lt;/EndNote&gt;</w:instrText>
      </w:r>
      <w:r>
        <w:fldChar w:fldCharType="separate"/>
      </w:r>
      <w:r>
        <w:rPr>
          <w:noProof/>
        </w:rPr>
        <w:t>(1991)</w:t>
      </w:r>
      <w:r>
        <w:fldChar w:fldCharType="end"/>
      </w:r>
      <w:r w:rsidR="00023DF2">
        <w:t>.</w:t>
      </w:r>
      <w:r>
        <w:t xml:space="preserve"> </w:t>
      </w:r>
      <w:r w:rsidR="00CD6CE3">
        <w:t>At a basic level the student accept</w:t>
      </w:r>
      <w:r>
        <w:t>s</w:t>
      </w:r>
      <w:r w:rsidR="00CD6CE3">
        <w:t xml:space="preserve"> that some real attributes are missing from the model but basically regards the model as having a </w:t>
      </w:r>
      <w:r w:rsidR="00023DF2">
        <w:t>one</w:t>
      </w:r>
      <w:r w:rsidR="00CD6CE3">
        <w:t xml:space="preserve"> to </w:t>
      </w:r>
      <w:r w:rsidR="00023DF2">
        <w:t>one</w:t>
      </w:r>
      <w:r w:rsidR="00CD6CE3">
        <w:t xml:space="preserve"> correspondence to reality. A</w:t>
      </w:r>
      <w:r w:rsidR="00023DF2">
        <w:t>s</w:t>
      </w:r>
      <w:r w:rsidR="00CD6CE3">
        <w:t xml:space="preserve"> student understanding of models increases a student may recognise that the model has a specific purpose</w:t>
      </w:r>
      <w:r>
        <w:t xml:space="preserve"> and that the model has been constructed to fulfil this. However, the student still focu</w:t>
      </w:r>
      <w:r w:rsidR="00023DF2">
        <w:t>s</w:t>
      </w:r>
      <w:r>
        <w:t xml:space="preserve">es on the reality shown by the model rather than the ideas that it represents. At the most advanced level the student </w:t>
      </w:r>
      <w:r w:rsidR="00023DF2">
        <w:t>understands that the</w:t>
      </w:r>
      <w:r>
        <w:t xml:space="preserve"> </w:t>
      </w:r>
      <w:r w:rsidR="00023DF2">
        <w:t>model aids the</w:t>
      </w:r>
      <w:r>
        <w:t xml:space="preserve"> development and testing of ideas and is not a representation of reality. The student will also be confident in constructing</w:t>
      </w:r>
      <w:r w:rsidR="00023DF2">
        <w:t xml:space="preserve"> and manipulating</w:t>
      </w:r>
      <w:r>
        <w:t xml:space="preserve"> diverse and multiple models.</w:t>
      </w:r>
    </w:p>
    <w:bookmarkEnd w:id="1"/>
    <w:p w14:paraId="4A541FA8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2C3F0A6E" w14:textId="77777777" w:rsidR="00A16B11" w:rsidRPr="00816065" w:rsidRDefault="00A16B11" w:rsidP="00A16B11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14:paraId="097FDBC8" w14:textId="77777777" w:rsidR="00A16B11" w:rsidRPr="00816065" w:rsidRDefault="00A16B11" w:rsidP="00A16B11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14:paraId="091F3584" w14:textId="77777777" w:rsidR="00A16B11" w:rsidRPr="00816065" w:rsidRDefault="00A16B11" w:rsidP="00A16B11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14:paraId="0D54C2BA" w14:textId="77777777" w:rsidR="00A16B11" w:rsidRPr="00816065" w:rsidRDefault="00A16B11" w:rsidP="00A16B11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07BF0EC6" w14:textId="3DB6C101" w:rsidR="00A16B11" w:rsidRPr="00816065" w:rsidRDefault="00A16B11" w:rsidP="00A16B11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</w:t>
      </w:r>
      <w:r w:rsidR="00023DF2">
        <w:rPr>
          <w:rFonts w:cstheme="minorHAnsi"/>
        </w:rPr>
        <w:t>.</w:t>
      </w:r>
      <w:r w:rsidRPr="00816065">
        <w:rPr>
          <w:rFonts w:cstheme="minorHAnsi"/>
        </w:rPr>
        <w:t xml:space="preserve"> 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14:paraId="47A6740E" w14:textId="77777777" w:rsidR="00A16B11" w:rsidRPr="00816065" w:rsidRDefault="00A16B11" w:rsidP="00A16B11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14:paraId="3D8B9CC5" w14:textId="77777777" w:rsidR="00023DF2" w:rsidRDefault="00023DF2" w:rsidP="00026DEC">
      <w:pPr>
        <w:spacing w:after="180"/>
        <w:rPr>
          <w:b/>
          <w:color w:val="E36C0A" w:themeColor="accent6" w:themeShade="BF"/>
          <w:sz w:val="24"/>
        </w:rPr>
      </w:pPr>
    </w:p>
    <w:p w14:paraId="52621505" w14:textId="2717224D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lastRenderedPageBreak/>
        <w:t>Expected answers</w:t>
      </w:r>
    </w:p>
    <w:p w14:paraId="17CD38DC" w14:textId="0F028D72" w:rsidR="00BF6C8A" w:rsidRDefault="00B2170B" w:rsidP="00BF6C8A">
      <w:pPr>
        <w:spacing w:after="180"/>
      </w:pPr>
      <w:r>
        <w:t xml:space="preserve">A student who agrees with Aaron is demonstrating an understanding that a model is not a direct reflection of reality. Agreement with Arush shows recognition that a model has a purpose </w:t>
      </w:r>
      <w:r w:rsidR="00023DF2">
        <w:t>and</w:t>
      </w:r>
      <w:r>
        <w:t xml:space="preserve"> that in some cases a simpler model may provide a clearer explanation.</w:t>
      </w:r>
    </w:p>
    <w:p w14:paraId="370B13CF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3F03B568" w14:textId="34E3C48D" w:rsidR="004F039C" w:rsidRPr="00023DF2" w:rsidRDefault="00B2170B" w:rsidP="006A4440">
      <w:pPr>
        <w:spacing w:after="180"/>
      </w:pPr>
      <w:r w:rsidRPr="00023DF2">
        <w:t>A student who agrees with Ryan or Noah may be working at a more basic level with models as both these answers imply that the quality of a model depends upon its closeness to reality.</w:t>
      </w:r>
    </w:p>
    <w:p w14:paraId="0C531C05" w14:textId="7A8ACC1A" w:rsidR="005F1A7B" w:rsidRDefault="004F039C" w:rsidP="006A4440">
      <w:pPr>
        <w:spacing w:after="180"/>
      </w:pPr>
      <w:r w:rsidRPr="00023DF2">
        <w:t xml:space="preserve">If students have </w:t>
      </w:r>
      <w:r w:rsidR="001E4950" w:rsidRPr="00023DF2">
        <w:t>misunderstanding</w:t>
      </w:r>
      <w:r w:rsidRPr="00023DF2">
        <w:t xml:space="preserve">s about </w:t>
      </w:r>
      <w:r w:rsidR="00B2170B" w:rsidRPr="00023DF2">
        <w:t xml:space="preserve">the use of more than one model to provide explanations it may help students to consider example of what the particle model and atomic model can be used to explain. </w:t>
      </w:r>
      <w:r w:rsidRPr="00023DF2">
        <w:t xml:space="preserve"> The following </w:t>
      </w:r>
      <w:r w:rsidR="005F1A7B" w:rsidRPr="00023DF2">
        <w:t xml:space="preserve">BEST </w:t>
      </w:r>
      <w:r w:rsidR="004C5D20" w:rsidRPr="00023DF2">
        <w:t xml:space="preserve">‘response </w:t>
      </w:r>
      <w:r w:rsidR="00C1460B" w:rsidRPr="00023DF2">
        <w:t>activities</w:t>
      </w:r>
      <w:r w:rsidR="004C5D20" w:rsidRPr="00023DF2">
        <w:t>’</w:t>
      </w:r>
      <w:r w:rsidR="005F1A7B" w:rsidRPr="00023DF2">
        <w:t xml:space="preserve"> </w:t>
      </w:r>
      <w:r w:rsidR="004C5D20" w:rsidRPr="00023DF2">
        <w:t>c</w:t>
      </w:r>
      <w:r w:rsidR="005F1A7B" w:rsidRPr="00023DF2">
        <w:t xml:space="preserve">ould </w:t>
      </w:r>
      <w:r w:rsidR="004C5D20" w:rsidRPr="00023DF2">
        <w:t>be used in follow-up to this diagnostic question</w:t>
      </w:r>
      <w:r w:rsidRPr="00023DF2">
        <w:t>:</w:t>
      </w:r>
    </w:p>
    <w:p w14:paraId="6B6698FF" w14:textId="140D4B78" w:rsidR="00A6111E" w:rsidRPr="00A6111E" w:rsidRDefault="00B2170B" w:rsidP="00402E34">
      <w:pPr>
        <w:pStyle w:val="ListParagraph"/>
        <w:numPr>
          <w:ilvl w:val="0"/>
          <w:numId w:val="1"/>
        </w:numPr>
        <w:spacing w:after="180"/>
      </w:pPr>
      <w:r>
        <w:t>Model explanations</w:t>
      </w:r>
    </w:p>
    <w:p w14:paraId="5A085CC8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0DDC3F19" w14:textId="08CCFDC9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CD6CE3">
        <w:t>Helen Harden (</w:t>
      </w:r>
      <w:r w:rsidR="0015356E">
        <w:t>UYSEG)</w:t>
      </w:r>
      <w:r w:rsidR="00CD6CE3">
        <w:t>.</w:t>
      </w:r>
    </w:p>
    <w:p w14:paraId="556D5EC6" w14:textId="1CDA4B36" w:rsidR="00CC78A5" w:rsidRDefault="00D278E8" w:rsidP="00E172C6">
      <w:pPr>
        <w:spacing w:after="180"/>
      </w:pPr>
      <w:r w:rsidRPr="0045323E">
        <w:t xml:space="preserve">Images: </w:t>
      </w:r>
      <w:r w:rsidR="009A7A6C" w:rsidRPr="0093563F">
        <w:t>Clker Free Vector Images via Pixabay</w:t>
      </w:r>
      <w:r w:rsidR="00A16B11" w:rsidRPr="0093563F">
        <w:t xml:space="preserve"> and</w:t>
      </w:r>
      <w:r w:rsidR="00A16B11">
        <w:t xml:space="preserve"> Helen Harden</w:t>
      </w:r>
    </w:p>
    <w:p w14:paraId="5FD9B0B6" w14:textId="77777777" w:rsidR="00B46FF9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11F121CF" w14:textId="77777777" w:rsidR="00541924" w:rsidRPr="00541924" w:rsidRDefault="00541924" w:rsidP="00541924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541924">
        <w:t xml:space="preserve">Grosslight , L., et al. (1991). Understanding models and their use in science: Conceptions of middle and high school students and experts. </w:t>
      </w:r>
      <w:r w:rsidRPr="00541924">
        <w:rPr>
          <w:i/>
        </w:rPr>
        <w:t>Journal of Research in Science Teaching,</w:t>
      </w:r>
      <w:r w:rsidRPr="00541924">
        <w:t xml:space="preserve"> 28</w:t>
      </w:r>
      <w:r w:rsidRPr="00541924">
        <w:rPr>
          <w:b/>
        </w:rPr>
        <w:t>,</w:t>
      </w:r>
      <w:r w:rsidRPr="00541924">
        <w:t xml:space="preserve"> 799-822.</w:t>
      </w:r>
    </w:p>
    <w:p w14:paraId="46309370" w14:textId="742F5516" w:rsidR="00541924" w:rsidRPr="00541924" w:rsidRDefault="00541924" w:rsidP="00541924">
      <w:pPr>
        <w:pStyle w:val="EndNoteBibliography"/>
      </w:pPr>
      <w:r w:rsidRPr="00541924">
        <w:t>Harrison, A. G. and Treagust, D. F. (1996). Secondary students' mental models of atoms and mo</w:t>
      </w:r>
      <w:r w:rsidR="0012131C">
        <w:t>le</w:t>
      </w:r>
      <w:r w:rsidRPr="00541924">
        <w:t xml:space="preserve">cules: Implications for teaching chemistry. </w:t>
      </w:r>
      <w:r w:rsidRPr="00541924">
        <w:rPr>
          <w:i/>
        </w:rPr>
        <w:t>Science Education,</w:t>
      </w:r>
      <w:r w:rsidRPr="00541924">
        <w:t xml:space="preserve"> 80(5)</w:t>
      </w:r>
      <w:r w:rsidRPr="00541924">
        <w:rPr>
          <w:b/>
        </w:rPr>
        <w:t>,</w:t>
      </w:r>
      <w:r w:rsidRPr="00541924">
        <w:t xml:space="preserve"> 509-534.</w:t>
      </w:r>
    </w:p>
    <w:p w14:paraId="3D5D2DB4" w14:textId="0371C229" w:rsidR="0067031A" w:rsidRPr="0067031A" w:rsidRDefault="00541924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142BF" w14:textId="77777777" w:rsidR="004B14BF" w:rsidRDefault="004B14BF" w:rsidP="000B473B">
      <w:r>
        <w:separator/>
      </w:r>
    </w:p>
  </w:endnote>
  <w:endnote w:type="continuationSeparator" w:id="0">
    <w:p w14:paraId="1BBB2AEA" w14:textId="77777777" w:rsidR="004B14BF" w:rsidRDefault="004B14BF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6C8CB" w14:textId="2092B63A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D67BC65" wp14:editId="4FB34D7A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07B76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C27EA">
      <w:rPr>
        <w:noProof/>
      </w:rPr>
      <w:t>3</w:t>
    </w:r>
    <w:r>
      <w:rPr>
        <w:noProof/>
      </w:rPr>
      <w:fldChar w:fldCharType="end"/>
    </w:r>
  </w:p>
  <w:p w14:paraId="51C1F71A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93174E4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ADCDD" w14:textId="77777777" w:rsidR="004B14BF" w:rsidRDefault="004B14BF" w:rsidP="000B473B">
      <w:r>
        <w:separator/>
      </w:r>
    </w:p>
  </w:footnote>
  <w:footnote w:type="continuationSeparator" w:id="0">
    <w:p w14:paraId="6F8A4CEA" w14:textId="77777777" w:rsidR="004B14BF" w:rsidRDefault="004B14BF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2CA52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FD2F553" wp14:editId="6B1A3E4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D330EE" wp14:editId="09091B4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7111B5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EAD10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CB0128B" wp14:editId="79C43470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71C93A3" wp14:editId="1E58C43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94E68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F32882"/>
    <w:rsid w:val="00015578"/>
    <w:rsid w:val="00023DF2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D73B1"/>
    <w:rsid w:val="000E2689"/>
    <w:rsid w:val="0012131C"/>
    <w:rsid w:val="00142613"/>
    <w:rsid w:val="00144DA7"/>
    <w:rsid w:val="0015356E"/>
    <w:rsid w:val="00161D3F"/>
    <w:rsid w:val="00173CB2"/>
    <w:rsid w:val="001915D4"/>
    <w:rsid w:val="001A1FED"/>
    <w:rsid w:val="001A40E2"/>
    <w:rsid w:val="001C4805"/>
    <w:rsid w:val="001E4950"/>
    <w:rsid w:val="00201AC2"/>
    <w:rsid w:val="00214608"/>
    <w:rsid w:val="00215FFE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17F6"/>
    <w:rsid w:val="00323334"/>
    <w:rsid w:val="003533B8"/>
    <w:rsid w:val="003752BE"/>
    <w:rsid w:val="003A346A"/>
    <w:rsid w:val="003B2917"/>
    <w:rsid w:val="003B541B"/>
    <w:rsid w:val="003C27EA"/>
    <w:rsid w:val="003D5BC2"/>
    <w:rsid w:val="003E2B2F"/>
    <w:rsid w:val="003E48D6"/>
    <w:rsid w:val="003E6046"/>
    <w:rsid w:val="003F16F9"/>
    <w:rsid w:val="00402E34"/>
    <w:rsid w:val="00430C1F"/>
    <w:rsid w:val="00442595"/>
    <w:rsid w:val="0045323E"/>
    <w:rsid w:val="004B0EE1"/>
    <w:rsid w:val="004B14BF"/>
    <w:rsid w:val="004C5D20"/>
    <w:rsid w:val="004D0D83"/>
    <w:rsid w:val="004E1DF1"/>
    <w:rsid w:val="004E5592"/>
    <w:rsid w:val="004F039C"/>
    <w:rsid w:val="0050055B"/>
    <w:rsid w:val="0050444F"/>
    <w:rsid w:val="00524710"/>
    <w:rsid w:val="00541924"/>
    <w:rsid w:val="00541F6B"/>
    <w:rsid w:val="00555342"/>
    <w:rsid w:val="005560E2"/>
    <w:rsid w:val="005A452E"/>
    <w:rsid w:val="005A6EE7"/>
    <w:rsid w:val="005D3EF3"/>
    <w:rsid w:val="005F1A7B"/>
    <w:rsid w:val="006355D8"/>
    <w:rsid w:val="00642ECD"/>
    <w:rsid w:val="006502A0"/>
    <w:rsid w:val="0067031A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3563F"/>
    <w:rsid w:val="00942A4B"/>
    <w:rsid w:val="00961D59"/>
    <w:rsid w:val="00992ADA"/>
    <w:rsid w:val="009A7A6C"/>
    <w:rsid w:val="009B2CE4"/>
    <w:rsid w:val="009B2D55"/>
    <w:rsid w:val="009C0343"/>
    <w:rsid w:val="009E0D11"/>
    <w:rsid w:val="00A16B11"/>
    <w:rsid w:val="00A24A16"/>
    <w:rsid w:val="00A37D14"/>
    <w:rsid w:val="00A42C0B"/>
    <w:rsid w:val="00A44037"/>
    <w:rsid w:val="00A6111E"/>
    <w:rsid w:val="00A6168B"/>
    <w:rsid w:val="00A62028"/>
    <w:rsid w:val="00AA6236"/>
    <w:rsid w:val="00AB6AE7"/>
    <w:rsid w:val="00AD21F5"/>
    <w:rsid w:val="00B06225"/>
    <w:rsid w:val="00B10899"/>
    <w:rsid w:val="00B2170B"/>
    <w:rsid w:val="00B23C7A"/>
    <w:rsid w:val="00B305F5"/>
    <w:rsid w:val="00B46FF9"/>
    <w:rsid w:val="00B47E1D"/>
    <w:rsid w:val="00B75483"/>
    <w:rsid w:val="00B85C6E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C2E4D"/>
    <w:rsid w:val="00CC78A5"/>
    <w:rsid w:val="00CC7B16"/>
    <w:rsid w:val="00CD6CE3"/>
    <w:rsid w:val="00CE15FE"/>
    <w:rsid w:val="00D02E15"/>
    <w:rsid w:val="00D14F44"/>
    <w:rsid w:val="00D278E8"/>
    <w:rsid w:val="00D35F45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36F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6884"/>
    <w:rsid w:val="00F32882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D4DB5F"/>
  <w15:docId w15:val="{B77AA6CD-F53F-4564-9572-A80E52C6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541924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4192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41924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41924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3E48D6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template_chemistry_item_diagnostic.dotx</Template>
  <TotalTime>262</TotalTime>
  <Pages>4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Harden</dc:creator>
  <cp:lastModifiedBy>Helen Harden</cp:lastModifiedBy>
  <cp:revision>9</cp:revision>
  <cp:lastPrinted>2019-10-21T08:02:00Z</cp:lastPrinted>
  <dcterms:created xsi:type="dcterms:W3CDTF">2019-08-14T10:11:00Z</dcterms:created>
  <dcterms:modified xsi:type="dcterms:W3CDTF">2019-10-28T10:09:00Z</dcterms:modified>
</cp:coreProperties>
</file>